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7FD7A" w14:textId="77777777" w:rsidR="006E5D65" w:rsidRPr="00E960BB" w:rsidRDefault="00CD6897" w:rsidP="2F3D7FCA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2F3D7FCA">
        <w:rPr>
          <w:rFonts w:ascii="Corbel" w:hAnsi="Corbel"/>
          <w:i/>
          <w:iCs/>
        </w:rPr>
        <w:t xml:space="preserve">Załącznik nr </w:t>
      </w:r>
      <w:r w:rsidR="006F31E2" w:rsidRPr="2F3D7FCA">
        <w:rPr>
          <w:rFonts w:ascii="Corbel" w:hAnsi="Corbel"/>
          <w:i/>
          <w:iCs/>
        </w:rPr>
        <w:t>1.5</w:t>
      </w:r>
      <w:r w:rsidR="00D8678B" w:rsidRPr="2F3D7FCA">
        <w:rPr>
          <w:rFonts w:ascii="Corbel" w:hAnsi="Corbel"/>
          <w:i/>
          <w:iCs/>
        </w:rPr>
        <w:t xml:space="preserve"> do Zarządzenia</w:t>
      </w:r>
      <w:r w:rsidR="002A22BF" w:rsidRPr="2F3D7FCA">
        <w:rPr>
          <w:rFonts w:ascii="Corbel" w:hAnsi="Corbel"/>
          <w:i/>
          <w:iCs/>
        </w:rPr>
        <w:t xml:space="preserve"> Rektora UR </w:t>
      </w:r>
      <w:r w:rsidRPr="2F3D7FCA">
        <w:rPr>
          <w:rFonts w:ascii="Corbel" w:hAnsi="Corbel"/>
          <w:i/>
          <w:iCs/>
        </w:rPr>
        <w:t xml:space="preserve">nr </w:t>
      </w:r>
      <w:r w:rsidR="00F17567" w:rsidRPr="2F3D7FCA">
        <w:rPr>
          <w:rFonts w:ascii="Corbel" w:hAnsi="Corbel"/>
          <w:i/>
          <w:iCs/>
        </w:rPr>
        <w:t>12/2019</w:t>
      </w:r>
    </w:p>
    <w:p w14:paraId="1D24217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258F1B" w14:textId="7A6B61DA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A4289">
        <w:rPr>
          <w:rFonts w:ascii="Corbel" w:hAnsi="Corbel"/>
          <w:b/>
          <w:smallCaps/>
          <w:sz w:val="24"/>
          <w:szCs w:val="24"/>
        </w:rPr>
        <w:t xml:space="preserve"> </w:t>
      </w:r>
      <w:r w:rsidR="00C02FE7">
        <w:rPr>
          <w:rFonts w:ascii="Corbel" w:hAnsi="Corbel"/>
          <w:i/>
          <w:smallCaps/>
          <w:sz w:val="24"/>
          <w:szCs w:val="24"/>
        </w:rPr>
        <w:t>2019-2022</w:t>
      </w:r>
    </w:p>
    <w:p w14:paraId="748041B7" w14:textId="5651CEF1" w:rsidR="00445970" w:rsidRPr="00EA4832" w:rsidRDefault="00445970" w:rsidP="00BA01F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6001F">
        <w:rPr>
          <w:rFonts w:ascii="Corbel" w:hAnsi="Corbel"/>
          <w:sz w:val="20"/>
          <w:szCs w:val="20"/>
        </w:rPr>
        <w:t>202</w:t>
      </w:r>
      <w:r w:rsidR="00C02FE7">
        <w:rPr>
          <w:rFonts w:ascii="Corbel" w:hAnsi="Corbel"/>
          <w:sz w:val="20"/>
          <w:szCs w:val="20"/>
        </w:rPr>
        <w:t>1</w:t>
      </w:r>
      <w:r w:rsidR="00E6001F">
        <w:rPr>
          <w:rFonts w:ascii="Corbel" w:hAnsi="Corbel"/>
          <w:sz w:val="20"/>
          <w:szCs w:val="20"/>
        </w:rPr>
        <w:t>/202</w:t>
      </w:r>
      <w:r w:rsidR="00C02FE7">
        <w:rPr>
          <w:rFonts w:ascii="Corbel" w:hAnsi="Corbel"/>
          <w:sz w:val="20"/>
          <w:szCs w:val="20"/>
        </w:rPr>
        <w:t>2</w:t>
      </w:r>
    </w:p>
    <w:p w14:paraId="7765EE5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751F9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F73982F" w14:textId="77777777" w:rsidTr="00B819C8">
        <w:tc>
          <w:tcPr>
            <w:tcW w:w="2694" w:type="dxa"/>
            <w:vAlign w:val="center"/>
          </w:tcPr>
          <w:p w14:paraId="544A200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BA7DA9" w14:textId="77777777" w:rsidR="0085747A" w:rsidRPr="009C54AE" w:rsidRDefault="00505C7E" w:rsidP="001C4F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4500">
              <w:rPr>
                <w:rFonts w:ascii="Corbel" w:hAnsi="Corbel"/>
                <w:b w:val="0"/>
                <w:sz w:val="24"/>
                <w:szCs w:val="24"/>
              </w:rPr>
              <w:t>Gospodarowanie zasobami kultury</w:t>
            </w:r>
          </w:p>
        </w:tc>
      </w:tr>
      <w:tr w:rsidR="0085747A" w:rsidRPr="009C54AE" w14:paraId="3A02300B" w14:textId="77777777" w:rsidTr="00B819C8">
        <w:tc>
          <w:tcPr>
            <w:tcW w:w="2694" w:type="dxa"/>
            <w:vAlign w:val="center"/>
          </w:tcPr>
          <w:p w14:paraId="30A20A1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6A8F24" w14:textId="77777777" w:rsidR="0085747A" w:rsidRPr="009C54AE" w:rsidRDefault="001C4F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E/I/EiZSP/C-1.8</w:t>
            </w:r>
            <w:r w:rsidR="005D4500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0574F820" w14:textId="77777777" w:rsidTr="00B819C8">
        <w:tc>
          <w:tcPr>
            <w:tcW w:w="2694" w:type="dxa"/>
            <w:vAlign w:val="center"/>
          </w:tcPr>
          <w:p w14:paraId="00F9F94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DCE61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BE192A9" w14:textId="77777777" w:rsidTr="00B819C8">
        <w:tc>
          <w:tcPr>
            <w:tcW w:w="2694" w:type="dxa"/>
            <w:vAlign w:val="center"/>
          </w:tcPr>
          <w:p w14:paraId="735F9F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83730D" w14:textId="77777777" w:rsidR="0085747A" w:rsidRPr="009C54AE" w:rsidRDefault="00C635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4FF9AB8" w14:textId="77777777" w:rsidTr="00B819C8">
        <w:tc>
          <w:tcPr>
            <w:tcW w:w="2694" w:type="dxa"/>
            <w:vAlign w:val="center"/>
          </w:tcPr>
          <w:p w14:paraId="47C44E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05C266" w14:textId="77777777" w:rsidR="0085747A" w:rsidRPr="009C54AE" w:rsidRDefault="006227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ED81E32" w14:textId="77777777" w:rsidTr="00B819C8">
        <w:tc>
          <w:tcPr>
            <w:tcW w:w="2694" w:type="dxa"/>
            <w:vAlign w:val="center"/>
          </w:tcPr>
          <w:p w14:paraId="3CDF729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3CCED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6354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5E2A621" w14:textId="77777777" w:rsidTr="00B819C8">
        <w:tc>
          <w:tcPr>
            <w:tcW w:w="2694" w:type="dxa"/>
            <w:vAlign w:val="center"/>
          </w:tcPr>
          <w:p w14:paraId="340B22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48CCB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AC6BEB5" w14:textId="77777777" w:rsidTr="00B819C8">
        <w:tc>
          <w:tcPr>
            <w:tcW w:w="2694" w:type="dxa"/>
            <w:vAlign w:val="center"/>
          </w:tcPr>
          <w:p w14:paraId="230C20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44A04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7C68E09" w14:textId="77777777" w:rsidTr="00B819C8">
        <w:tc>
          <w:tcPr>
            <w:tcW w:w="2694" w:type="dxa"/>
            <w:vAlign w:val="center"/>
          </w:tcPr>
          <w:p w14:paraId="558EEE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63B93F" w14:textId="77777777" w:rsidR="0085747A" w:rsidRPr="009C54AE" w:rsidRDefault="002325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517C0D5" w14:textId="77777777" w:rsidTr="00B819C8">
        <w:tc>
          <w:tcPr>
            <w:tcW w:w="2694" w:type="dxa"/>
            <w:vAlign w:val="center"/>
          </w:tcPr>
          <w:p w14:paraId="1743DB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4A291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4BAD66F" w14:textId="77777777" w:rsidTr="00B819C8">
        <w:tc>
          <w:tcPr>
            <w:tcW w:w="2694" w:type="dxa"/>
            <w:vAlign w:val="center"/>
          </w:tcPr>
          <w:p w14:paraId="6B4D84E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F10789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B04FEA1" w14:textId="77777777" w:rsidTr="00B819C8">
        <w:tc>
          <w:tcPr>
            <w:tcW w:w="2694" w:type="dxa"/>
            <w:vAlign w:val="center"/>
          </w:tcPr>
          <w:p w14:paraId="5EC114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410FB9" w14:textId="77777777" w:rsidR="0085747A" w:rsidRPr="009C54AE" w:rsidRDefault="004569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  <w:tr w:rsidR="0085747A" w:rsidRPr="009C54AE" w14:paraId="7F60B5C2" w14:textId="77777777" w:rsidTr="00B819C8">
        <w:tc>
          <w:tcPr>
            <w:tcW w:w="2694" w:type="dxa"/>
            <w:vAlign w:val="center"/>
          </w:tcPr>
          <w:p w14:paraId="19A938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F63520" w14:textId="77777777" w:rsidR="0085747A" w:rsidRPr="009C54AE" w:rsidRDefault="004569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</w:tbl>
    <w:p w14:paraId="3C29C8F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05C7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A0F7E61" w14:textId="6E75EC1E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2F3D7FCA">
        <w:rPr>
          <w:rFonts w:ascii="Corbel" w:hAnsi="Corbel"/>
          <w:sz w:val="24"/>
          <w:szCs w:val="24"/>
        </w:rPr>
        <w:t>1.</w:t>
      </w:r>
      <w:r w:rsidR="00E22FBC" w:rsidRPr="2F3D7FCA">
        <w:rPr>
          <w:rFonts w:ascii="Corbel" w:hAnsi="Corbel"/>
          <w:sz w:val="24"/>
          <w:szCs w:val="24"/>
        </w:rPr>
        <w:t>1</w:t>
      </w:r>
      <w:r w:rsidRPr="2F3D7FCA">
        <w:rPr>
          <w:rFonts w:ascii="Corbel" w:hAnsi="Corbel"/>
          <w:sz w:val="24"/>
          <w:szCs w:val="24"/>
        </w:rPr>
        <w:t>.</w:t>
      </w:r>
      <w:r w:rsidR="6DA079B2" w:rsidRPr="2F3D7FCA">
        <w:rPr>
          <w:rFonts w:ascii="Corbel" w:hAnsi="Corbel"/>
          <w:sz w:val="24"/>
          <w:szCs w:val="24"/>
        </w:rPr>
        <w:t xml:space="preserve"> </w:t>
      </w:r>
      <w:r w:rsidRPr="2F3D7FC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F7010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BA03028" w14:textId="77777777" w:rsidTr="002D7F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810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B8CD3F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D55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4BE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284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3C1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18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E46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5F5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86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15C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768F64F" w14:textId="77777777" w:rsidTr="002D7F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326B" w14:textId="77777777" w:rsidR="00015B8F" w:rsidRPr="009C54AE" w:rsidRDefault="00F457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FC14" w14:textId="77777777" w:rsidR="00015B8F" w:rsidRPr="009C54AE" w:rsidRDefault="009935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9507F" w14:textId="77777777" w:rsidR="00015B8F" w:rsidRPr="009C54AE" w:rsidRDefault="009935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212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1E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305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C6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D3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150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18ADD" w14:textId="77777777" w:rsidR="00015B8F" w:rsidRPr="009C54AE" w:rsidRDefault="00B324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0BE0D1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09F84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785FD62" w14:textId="1B7CEA17" w:rsidR="0085747A" w:rsidRPr="009C54AE" w:rsidRDefault="0085747A" w:rsidP="2F3D7FC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2F3D7FCA">
        <w:rPr>
          <w:rFonts w:ascii="Corbel" w:hAnsi="Corbel"/>
          <w:smallCaps w:val="0"/>
        </w:rPr>
        <w:t>1.</w:t>
      </w:r>
      <w:r w:rsidR="00E22FBC" w:rsidRPr="2F3D7FCA">
        <w:rPr>
          <w:rFonts w:ascii="Corbel" w:hAnsi="Corbel"/>
          <w:smallCaps w:val="0"/>
        </w:rPr>
        <w:t>2</w:t>
      </w:r>
      <w:r w:rsidR="00F83B28" w:rsidRPr="2F3D7FCA">
        <w:rPr>
          <w:rFonts w:ascii="Corbel" w:hAnsi="Corbel"/>
          <w:smallCaps w:val="0"/>
        </w:rPr>
        <w:t>.</w:t>
      </w:r>
      <w:r w:rsidR="58AB54DD" w:rsidRPr="2F3D7FCA">
        <w:rPr>
          <w:rFonts w:ascii="Corbel" w:hAnsi="Corbel"/>
          <w:smallCaps w:val="0"/>
        </w:rPr>
        <w:t xml:space="preserve"> </w:t>
      </w:r>
      <w:r w:rsidRPr="2F3D7FCA">
        <w:rPr>
          <w:rFonts w:ascii="Corbel" w:hAnsi="Corbel"/>
          <w:smallCaps w:val="0"/>
        </w:rPr>
        <w:t xml:space="preserve">Sposób realizacji zajęć  </w:t>
      </w:r>
    </w:p>
    <w:p w14:paraId="2E4F8F06" w14:textId="26CBD053" w:rsidR="006E528D" w:rsidRPr="00FD7701" w:rsidRDefault="006E528D" w:rsidP="006E528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3D2EA54F" w14:textId="77777777" w:rsidR="006E528D" w:rsidRPr="00FD7701" w:rsidRDefault="006E528D" w:rsidP="006E528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F7E1B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3FB2829" w14:textId="222D3578" w:rsidR="00505C7E" w:rsidRDefault="00E22FBC" w:rsidP="2F3D7FC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F3D7FCA">
        <w:rPr>
          <w:rFonts w:ascii="Corbel" w:hAnsi="Corbel"/>
          <w:smallCaps w:val="0"/>
        </w:rPr>
        <w:t>1.3</w:t>
      </w:r>
      <w:r w:rsidR="18BA1AF3" w:rsidRPr="2F3D7FCA">
        <w:rPr>
          <w:rFonts w:ascii="Corbel" w:hAnsi="Corbel"/>
          <w:smallCaps w:val="0"/>
        </w:rPr>
        <w:t>.</w:t>
      </w:r>
      <w:r w:rsidRPr="2F3D7FCA">
        <w:rPr>
          <w:rFonts w:ascii="Corbel" w:hAnsi="Corbel"/>
          <w:smallCaps w:val="0"/>
        </w:rPr>
        <w:t xml:space="preserve"> For</w:t>
      </w:r>
      <w:r w:rsidR="00445970" w:rsidRPr="2F3D7FCA">
        <w:rPr>
          <w:rFonts w:ascii="Corbel" w:hAnsi="Corbel"/>
          <w:smallCaps w:val="0"/>
        </w:rPr>
        <w:t>ma zaliczenia przedmiotu</w:t>
      </w:r>
      <w:r w:rsidRPr="2F3D7FCA">
        <w:rPr>
          <w:rFonts w:ascii="Corbel" w:hAnsi="Corbel"/>
          <w:smallCaps w:val="0"/>
        </w:rPr>
        <w:t xml:space="preserve"> (z toku)</w:t>
      </w:r>
      <w:r w:rsidR="002010C2" w:rsidRPr="2F3D7FCA">
        <w:rPr>
          <w:rFonts w:ascii="Corbel" w:hAnsi="Corbel"/>
          <w:smallCaps w:val="0"/>
        </w:rPr>
        <w:t xml:space="preserve">: </w:t>
      </w:r>
    </w:p>
    <w:p w14:paraId="5540621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22000B36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BADDF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E18A1E" w14:textId="3B40622C" w:rsidR="00E960BB" w:rsidRPr="009C54AE" w:rsidRDefault="0085747A" w:rsidP="2F3D7FCA">
      <w:pPr>
        <w:pStyle w:val="Punktygwne"/>
        <w:spacing w:before="0" w:after="0"/>
        <w:rPr>
          <w:rFonts w:ascii="Corbel" w:hAnsi="Corbel"/>
        </w:rPr>
      </w:pPr>
      <w:r w:rsidRPr="2F3D7FCA">
        <w:rPr>
          <w:rFonts w:ascii="Corbel" w:hAnsi="Corbel"/>
        </w:rPr>
        <w:t>2.</w:t>
      </w:r>
      <w:r w:rsidR="4C78A6A1" w:rsidRPr="2F3D7FCA">
        <w:rPr>
          <w:rFonts w:ascii="Corbel" w:hAnsi="Corbel"/>
        </w:rPr>
        <w:t xml:space="preserve"> </w:t>
      </w:r>
      <w:r w:rsidRPr="2F3D7FCA">
        <w:rPr>
          <w:rFonts w:ascii="Corbel" w:hAnsi="Corbel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17FD3C0" w14:textId="77777777" w:rsidTr="001648C6">
        <w:trPr>
          <w:trHeight w:val="323"/>
        </w:trPr>
        <w:tc>
          <w:tcPr>
            <w:tcW w:w="9670" w:type="dxa"/>
          </w:tcPr>
          <w:p w14:paraId="5C7C8ED1" w14:textId="77777777" w:rsidR="0085747A" w:rsidRPr="009C54AE" w:rsidRDefault="00CD3E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mikro- i makroekonomii, ekonomii sektora publicznego</w:t>
            </w:r>
          </w:p>
        </w:tc>
      </w:tr>
    </w:tbl>
    <w:p w14:paraId="0FEB2ED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70A986" w14:textId="44FC96E0" w:rsidR="0085747A" w:rsidRPr="00C05F44" w:rsidRDefault="0071620A" w:rsidP="2F3D7FCA">
      <w:pPr>
        <w:pStyle w:val="Punktygwne"/>
        <w:spacing w:before="0" w:after="0"/>
        <w:rPr>
          <w:rFonts w:ascii="Corbel" w:hAnsi="Corbel"/>
        </w:rPr>
      </w:pPr>
      <w:r w:rsidRPr="2F3D7FCA">
        <w:rPr>
          <w:rFonts w:ascii="Corbel" w:hAnsi="Corbel"/>
        </w:rPr>
        <w:t>3.</w:t>
      </w:r>
      <w:r w:rsidR="175C9A01" w:rsidRPr="2F3D7FCA">
        <w:rPr>
          <w:rFonts w:ascii="Corbel" w:hAnsi="Corbel"/>
        </w:rPr>
        <w:t xml:space="preserve"> </w:t>
      </w:r>
      <w:r w:rsidR="00A84C85" w:rsidRPr="2F3D7FCA">
        <w:rPr>
          <w:rFonts w:ascii="Corbel" w:hAnsi="Corbel"/>
        </w:rPr>
        <w:t>cele, efekty uczenia się</w:t>
      </w:r>
      <w:r w:rsidR="0085747A" w:rsidRPr="2F3D7FCA">
        <w:rPr>
          <w:rFonts w:ascii="Corbel" w:hAnsi="Corbel"/>
        </w:rPr>
        <w:t>, treści Programowe i stosowane metody Dydaktyczne</w:t>
      </w:r>
    </w:p>
    <w:p w14:paraId="192455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E14446" w14:textId="00A88D15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2F3D7FCA">
        <w:rPr>
          <w:rFonts w:ascii="Corbel" w:hAnsi="Corbel"/>
          <w:sz w:val="24"/>
          <w:szCs w:val="24"/>
        </w:rPr>
        <w:t>3.1</w:t>
      </w:r>
      <w:r w:rsidR="75676D38" w:rsidRPr="2F3D7FCA">
        <w:rPr>
          <w:rFonts w:ascii="Corbel" w:hAnsi="Corbel"/>
          <w:sz w:val="24"/>
          <w:szCs w:val="24"/>
        </w:rPr>
        <w:t>.</w:t>
      </w:r>
      <w:r w:rsidRPr="2F3D7FCA">
        <w:rPr>
          <w:rFonts w:ascii="Corbel" w:hAnsi="Corbel"/>
          <w:sz w:val="24"/>
          <w:szCs w:val="24"/>
        </w:rPr>
        <w:t xml:space="preserve"> </w:t>
      </w:r>
      <w:r w:rsidR="00C05F44" w:rsidRPr="2F3D7FCA">
        <w:rPr>
          <w:rFonts w:ascii="Corbel" w:hAnsi="Corbel"/>
          <w:sz w:val="24"/>
          <w:szCs w:val="24"/>
        </w:rPr>
        <w:t>Cele przedmiotu</w:t>
      </w:r>
    </w:p>
    <w:p w14:paraId="5A05010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9C54AE" w14:paraId="4B1C702B" w14:textId="77777777" w:rsidTr="002B1F0A">
        <w:tc>
          <w:tcPr>
            <w:tcW w:w="842" w:type="dxa"/>
            <w:vAlign w:val="center"/>
          </w:tcPr>
          <w:p w14:paraId="0D04597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7AE8AC07" w14:textId="77777777" w:rsidR="0085747A" w:rsidRPr="009C54AE" w:rsidRDefault="005D450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 xml:space="preserve">Wprowadzenie podstawowych zagadnień z zakresu </w:t>
            </w:r>
            <w:r>
              <w:rPr>
                <w:rFonts w:ascii="Corbel" w:hAnsi="Corbel"/>
                <w:b w:val="0"/>
                <w:sz w:val="24"/>
                <w:szCs w:val="24"/>
              </w:rPr>
              <w:t>gospodarowania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zasobami 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>kultury</w:t>
            </w:r>
          </w:p>
        </w:tc>
      </w:tr>
      <w:tr w:rsidR="0085747A" w:rsidRPr="009C54AE" w14:paraId="767DC6B6" w14:textId="77777777" w:rsidTr="002B1F0A">
        <w:tc>
          <w:tcPr>
            <w:tcW w:w="842" w:type="dxa"/>
            <w:vAlign w:val="center"/>
          </w:tcPr>
          <w:p w14:paraId="1D08038E" w14:textId="77777777" w:rsidR="0085747A" w:rsidRPr="009C54AE" w:rsidRDefault="002B1F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8" w:type="dxa"/>
            <w:vAlign w:val="center"/>
          </w:tcPr>
          <w:p w14:paraId="577D2192" w14:textId="77777777" w:rsidR="0085747A" w:rsidRPr="009C54AE" w:rsidRDefault="005D450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Identyfikacja zasobów kultury oraz procesów jakie wpływają na ich tworzenie, gospodarowanie oraz promocję w warunkach zmieniającej się gospodarki rynkowej i uwarunkowań globalnych</w:t>
            </w:r>
          </w:p>
        </w:tc>
      </w:tr>
      <w:tr w:rsidR="005D4500" w:rsidRPr="00CC54E1" w14:paraId="05C2A325" w14:textId="77777777" w:rsidTr="005D4500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2ACE" w14:textId="77777777" w:rsidR="005D4500" w:rsidRPr="00CC54E1" w:rsidRDefault="005D4500" w:rsidP="00C95D0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C54E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FEFE3" w14:textId="77777777" w:rsidR="005D4500" w:rsidRPr="00CC54E1" w:rsidRDefault="005D4500" w:rsidP="00C95D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Ukazanie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 xml:space="preserve">roli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zasobów kulturowych 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 xml:space="preserve">w rozwoju gospodarczym 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 xml:space="preserve"> szczególnie w kontekście </w:t>
            </w:r>
            <w:r>
              <w:rPr>
                <w:rFonts w:ascii="Corbel" w:hAnsi="Corbel"/>
                <w:b w:val="0"/>
                <w:sz w:val="24"/>
                <w:szCs w:val="24"/>
              </w:rPr>
              <w:t>rosnącej konkurencji na rynkach międzynarodowych, kiedy nie tylko decydują one o uzyskaniu przewag komparatywnych dla danego r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>egion</w:t>
            </w:r>
            <w:r>
              <w:rPr>
                <w:rFonts w:ascii="Corbel" w:hAnsi="Corbel"/>
                <w:b w:val="0"/>
                <w:sz w:val="24"/>
                <w:szCs w:val="24"/>
              </w:rPr>
              <w:t>u czy państwa, ale również spełniają istotną rolę w zachowaniu tożsamości regionalnej/narodowej</w:t>
            </w:r>
          </w:p>
        </w:tc>
      </w:tr>
    </w:tbl>
    <w:p w14:paraId="16F987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CE2BC7" w14:textId="252C33BC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2F3D7FCA">
        <w:rPr>
          <w:rFonts w:ascii="Corbel" w:hAnsi="Corbel"/>
          <w:b/>
          <w:bCs/>
          <w:sz w:val="24"/>
          <w:szCs w:val="24"/>
        </w:rPr>
        <w:t>3.2</w:t>
      </w:r>
      <w:r w:rsidR="7CAD4A1A" w:rsidRPr="2F3D7FCA">
        <w:rPr>
          <w:rFonts w:ascii="Corbel" w:hAnsi="Corbel"/>
          <w:b/>
          <w:bCs/>
          <w:sz w:val="24"/>
          <w:szCs w:val="24"/>
        </w:rPr>
        <w:t>.</w:t>
      </w:r>
      <w:r w:rsidRPr="2F3D7FCA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2F3D7FCA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2F3D7FCA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2F3D7FCA">
        <w:rPr>
          <w:rFonts w:ascii="Corbel" w:hAnsi="Corbel"/>
          <w:b/>
          <w:bCs/>
          <w:sz w:val="24"/>
          <w:szCs w:val="24"/>
        </w:rPr>
        <w:t>dla przedmiotu</w:t>
      </w:r>
    </w:p>
    <w:p w14:paraId="69726BC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559708B" w14:textId="77777777" w:rsidTr="2F3D7FCA">
        <w:tc>
          <w:tcPr>
            <w:tcW w:w="1701" w:type="dxa"/>
            <w:vAlign w:val="center"/>
          </w:tcPr>
          <w:p w14:paraId="659E70B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A56DCC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1604590" w14:textId="27D5014C" w:rsidR="0085747A" w:rsidRPr="009C54AE" w:rsidRDefault="0085747A" w:rsidP="2F3D7F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F3D7FCA">
              <w:rPr>
                <w:rFonts w:ascii="Corbel" w:hAnsi="Corbel"/>
                <w:b w:val="0"/>
                <w:smallCaps w:val="0"/>
              </w:rPr>
              <w:t xml:space="preserve">Odniesienie do efektów </w:t>
            </w:r>
            <w:r w:rsidR="3BBC3D71" w:rsidRPr="2F3D7FC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2F3D7FCA">
              <w:rPr>
                <w:rFonts w:ascii="Corbel" w:hAnsi="Corbel"/>
                <w:b w:val="0"/>
                <w:smallCaps w:val="0"/>
              </w:rPr>
              <w:t xml:space="preserve">kierunkowych </w:t>
            </w:r>
            <w:r w:rsidR="0030395F" w:rsidRPr="2F3D7FCA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3B559B57" w14:textId="77777777" w:rsidTr="2F3D7FCA">
        <w:tc>
          <w:tcPr>
            <w:tcW w:w="1701" w:type="dxa"/>
          </w:tcPr>
          <w:p w14:paraId="733F460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D6F84D0" w14:textId="77777777" w:rsidR="0085747A" w:rsidRPr="009C54AE" w:rsidRDefault="005D45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podstawowe pojęcia oraz teorie pozwalające na omawianie problematyki związanej z gospodarowaniem zasobami kultury;  jest świadomy zachodzących w nich procesów gospodarczych oraz powiązań sektora kultury z innymi obszarami życia</w:t>
            </w:r>
          </w:p>
        </w:tc>
        <w:tc>
          <w:tcPr>
            <w:tcW w:w="1873" w:type="dxa"/>
          </w:tcPr>
          <w:p w14:paraId="1A4717FA" w14:textId="77777777" w:rsidR="0085747A" w:rsidRPr="00505C7E" w:rsidRDefault="00EB3171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505C7E">
              <w:rPr>
                <w:rFonts w:ascii="Corbel" w:hAnsi="Corbel"/>
                <w:b w:val="0"/>
                <w:bCs/>
              </w:rPr>
              <w:t>K_W01</w:t>
            </w:r>
          </w:p>
          <w:p w14:paraId="71ED6556" w14:textId="5BA6DE1B" w:rsidR="005B43C5" w:rsidRPr="00505C7E" w:rsidRDefault="005B43C5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9C54AE" w14:paraId="7AE0787E" w14:textId="77777777" w:rsidTr="2F3D7FCA">
        <w:tc>
          <w:tcPr>
            <w:tcW w:w="1701" w:type="dxa"/>
          </w:tcPr>
          <w:p w14:paraId="5E351F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6FD3232" w14:textId="77777777" w:rsidR="0085747A" w:rsidRPr="009C54AE" w:rsidRDefault="00120E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zastosować adekwatne teorie i narzędzia ekonomiczne do analizy i interpretacji zjawisk zachodzących w sektorze kultury i edukacji</w:t>
            </w:r>
          </w:p>
        </w:tc>
        <w:tc>
          <w:tcPr>
            <w:tcW w:w="1873" w:type="dxa"/>
          </w:tcPr>
          <w:p w14:paraId="2A7B6E60" w14:textId="77777777" w:rsidR="0085747A" w:rsidRPr="00505C7E" w:rsidRDefault="00414001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505C7E">
              <w:rPr>
                <w:rFonts w:ascii="Corbel" w:hAnsi="Corbel"/>
                <w:b w:val="0"/>
                <w:bCs/>
              </w:rPr>
              <w:t>K_U01</w:t>
            </w:r>
          </w:p>
          <w:p w14:paraId="5C4613EB" w14:textId="77777777" w:rsidR="009A6A52" w:rsidRPr="00505C7E" w:rsidRDefault="009A6A52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505C7E">
              <w:rPr>
                <w:rFonts w:ascii="Corbel" w:hAnsi="Corbel"/>
                <w:b w:val="0"/>
                <w:bCs/>
              </w:rPr>
              <w:t>K_U02</w:t>
            </w:r>
          </w:p>
          <w:p w14:paraId="0776FD4F" w14:textId="3C876D19" w:rsidR="00585B60" w:rsidRPr="00505C7E" w:rsidRDefault="00585B60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05C7E">
              <w:rPr>
                <w:rFonts w:ascii="Corbel" w:hAnsi="Corbel"/>
                <w:b w:val="0"/>
                <w:bCs/>
              </w:rPr>
              <w:t>K_U0</w:t>
            </w:r>
            <w:r w:rsidR="00DE14F5">
              <w:rPr>
                <w:rFonts w:ascii="Corbel" w:hAnsi="Corbel"/>
                <w:b w:val="0"/>
                <w:bCs/>
              </w:rPr>
              <w:t>3</w:t>
            </w:r>
          </w:p>
        </w:tc>
      </w:tr>
      <w:tr w:rsidR="0085747A" w:rsidRPr="009C54AE" w14:paraId="38EB9687" w14:textId="77777777" w:rsidTr="2F3D7FCA">
        <w:tc>
          <w:tcPr>
            <w:tcW w:w="1701" w:type="dxa"/>
          </w:tcPr>
          <w:p w14:paraId="107B6D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40C3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A319284" w14:textId="77777777" w:rsidR="0085747A" w:rsidRPr="009C54AE" w:rsidRDefault="00040C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podstawie zgromadzonych informacji student potrafi przedstawić własną interpretację procesów zachodzących na styku kultury, edukacji  i gospodarki lub potrafi identyfikować przyczyny uniemożliwiające dokonanie takiej interpretacji</w:t>
            </w:r>
          </w:p>
        </w:tc>
        <w:tc>
          <w:tcPr>
            <w:tcW w:w="1873" w:type="dxa"/>
          </w:tcPr>
          <w:p w14:paraId="11EF1018" w14:textId="77777777" w:rsidR="0085747A" w:rsidRDefault="000A4D08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505C7E">
              <w:rPr>
                <w:rFonts w:ascii="Corbel" w:hAnsi="Corbel"/>
                <w:b w:val="0"/>
                <w:bCs/>
              </w:rPr>
              <w:t>K_K01</w:t>
            </w:r>
          </w:p>
          <w:p w14:paraId="6C8E74E2" w14:textId="3FE852CE" w:rsidR="00DE14F5" w:rsidRDefault="00DE14F5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505C7E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2</w:t>
            </w:r>
          </w:p>
          <w:p w14:paraId="0ACEC1C0" w14:textId="549357D1" w:rsidR="00DE14F5" w:rsidRPr="00505C7E" w:rsidRDefault="00DE14F5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05C7E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3</w:t>
            </w:r>
          </w:p>
        </w:tc>
      </w:tr>
    </w:tbl>
    <w:p w14:paraId="40FA80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15F9F9" w14:textId="7DDFCC00" w:rsidR="0085747A" w:rsidRPr="009C54AE" w:rsidRDefault="00675843" w:rsidP="2F3D7FCA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2F3D7FCA">
        <w:rPr>
          <w:rFonts w:ascii="Corbel" w:hAnsi="Corbel"/>
          <w:b/>
          <w:bCs/>
          <w:sz w:val="24"/>
          <w:szCs w:val="24"/>
        </w:rPr>
        <w:t>3.3</w:t>
      </w:r>
      <w:r w:rsidR="26EA434C" w:rsidRPr="2F3D7FCA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2F3D7FCA">
        <w:rPr>
          <w:rFonts w:ascii="Corbel" w:hAnsi="Corbel"/>
          <w:b/>
          <w:bCs/>
          <w:sz w:val="24"/>
          <w:szCs w:val="24"/>
        </w:rPr>
        <w:t>T</w:t>
      </w:r>
      <w:r w:rsidR="001D7B54" w:rsidRPr="2F3D7FCA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1723BB8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0DEA78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58D487" w14:textId="77777777" w:rsidTr="00442737">
        <w:tc>
          <w:tcPr>
            <w:tcW w:w="9520" w:type="dxa"/>
          </w:tcPr>
          <w:p w14:paraId="08CDAC5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6F3" w:rsidRPr="009C54AE" w14:paraId="2292C618" w14:textId="77777777" w:rsidTr="00442737">
        <w:tc>
          <w:tcPr>
            <w:tcW w:w="9520" w:type="dxa"/>
          </w:tcPr>
          <w:p w14:paraId="4BDE19DB" w14:textId="77777777" w:rsidR="00D426F3" w:rsidRPr="009C54AE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pojęcia: teorie rozwoju społeczno-gospodarczego; kultura; dziedzictwo kulturowe; polityka rozwoju a kultura; organizacje sektora kultury a rozwój</w:t>
            </w:r>
          </w:p>
        </w:tc>
      </w:tr>
      <w:tr w:rsidR="00D426F3" w:rsidRPr="009C54AE" w14:paraId="00147D15" w14:textId="77777777" w:rsidTr="00442737">
        <w:tc>
          <w:tcPr>
            <w:tcW w:w="9520" w:type="dxa"/>
          </w:tcPr>
          <w:p w14:paraId="73C650E5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jako zasób społeczno-gospodarczy: polityka kulturalna; własność publiczny i prywatna;</w:t>
            </w:r>
          </w:p>
          <w:p w14:paraId="1A1A5AA7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identyfikacja zasobów i wielkości sektora kultury; system prawny, finansowanie i zarządzanie; marketing dziedzictwa kulturowego; rozwój lokalny; rewitalizacyjna rola kultury</w:t>
            </w:r>
          </w:p>
        </w:tc>
      </w:tr>
      <w:tr w:rsidR="00D426F3" w:rsidRPr="009C54AE" w14:paraId="3C794237" w14:textId="77777777" w:rsidTr="00442737">
        <w:tc>
          <w:tcPr>
            <w:tcW w:w="9520" w:type="dxa"/>
          </w:tcPr>
          <w:p w14:paraId="2D0F3BE3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Kultura jako składowa procesów społecznych: współczesne procesy społeczno-ekonomiczne; formowanie się kapitału ludzkiego i społecznego; kreatywność i innowacyjność; uczestnictwo w kulturze; rola kultury w integracji europejskiej </w:t>
            </w:r>
          </w:p>
        </w:tc>
      </w:tr>
      <w:tr w:rsidR="00D426F3" w:rsidRPr="009C54AE" w14:paraId="53ACC5C2" w14:textId="77777777" w:rsidTr="00442737">
        <w:tc>
          <w:tcPr>
            <w:tcW w:w="9520" w:type="dxa"/>
          </w:tcPr>
          <w:p w14:paraId="12EE1BCA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Zasoby kultury i gospodarka: teorie ekonomiczne wykorzystywane w ekonomii kultury; zakres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i rys historyczny ekonomii kultury; charakterystyka ekonomiczna sektora kultury; kreatywność i innowacyjność kulturowa w procesach gospodarczych; wpływ przemysłów kreatywnych na gospodarkę; prawo autorskie a rewolucja technologiczna </w:t>
            </w:r>
          </w:p>
        </w:tc>
      </w:tr>
    </w:tbl>
    <w:p w14:paraId="262B983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7B4FAB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2AC3D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6F3A4B" w14:textId="77777777" w:rsidTr="00442737">
        <w:tc>
          <w:tcPr>
            <w:tcW w:w="9520" w:type="dxa"/>
          </w:tcPr>
          <w:p w14:paraId="44B56EF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6F3" w:rsidRPr="009C54AE" w14:paraId="7D128CAD" w14:textId="77777777" w:rsidTr="00442737">
        <w:tc>
          <w:tcPr>
            <w:tcW w:w="9520" w:type="dxa"/>
          </w:tcPr>
          <w:p w14:paraId="691C4867" w14:textId="77777777" w:rsidR="00D426F3" w:rsidRPr="009C54AE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dziedzictwem kulturowym: uwarunkowania rynkowe funkcjonowania muzeów i dziedzictwa architektonicznego</w:t>
            </w:r>
          </w:p>
        </w:tc>
      </w:tr>
      <w:tr w:rsidR="00D426F3" w:rsidRPr="009C54AE" w14:paraId="19D697AE" w14:textId="77777777" w:rsidTr="00442737">
        <w:tc>
          <w:tcPr>
            <w:tcW w:w="9520" w:type="dxa"/>
          </w:tcPr>
          <w:p w14:paraId="4BABD351" w14:textId="77777777" w:rsidR="00D426F3" w:rsidRPr="009C54AE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prawami własności: historia, rynek, organizacje, uwarunkowania międzynarodowe</w:t>
            </w:r>
          </w:p>
        </w:tc>
      </w:tr>
      <w:tr w:rsidR="00D426F3" w:rsidRPr="009C54AE" w14:paraId="1B283CA3" w14:textId="77777777" w:rsidTr="00442737">
        <w:tc>
          <w:tcPr>
            <w:tcW w:w="9520" w:type="dxa"/>
          </w:tcPr>
          <w:p w14:paraId="5885AC1A" w14:textId="77777777" w:rsidR="00D426F3" w:rsidRPr="009C54AE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zasobami sektora kreatywnego: struktura, własność i finansowanie. Wpływ globalizacji i handlu międzynarodowego</w:t>
            </w:r>
          </w:p>
        </w:tc>
      </w:tr>
      <w:tr w:rsidR="00D426F3" w:rsidRPr="009C54AE" w14:paraId="459A7039" w14:textId="77777777" w:rsidTr="00442737">
        <w:tc>
          <w:tcPr>
            <w:tcW w:w="9520" w:type="dxa"/>
          </w:tcPr>
          <w:p w14:paraId="71AAEEDC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zasobami branży muzycznej: charakterystyka, konsumpcja i produkcja, postęp technologiczny</w:t>
            </w:r>
          </w:p>
        </w:tc>
      </w:tr>
      <w:tr w:rsidR="00D426F3" w:rsidRPr="009C54AE" w14:paraId="58F918CF" w14:textId="77777777" w:rsidTr="00442737">
        <w:tc>
          <w:tcPr>
            <w:tcW w:w="9520" w:type="dxa"/>
          </w:tcPr>
          <w:p w14:paraId="50D00FC0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Gospodarowanie zasobami branży filmowej: źródła finansowania, produkcja, dystrybucja, ekonomia kin, postęp technologiczny  </w:t>
            </w:r>
          </w:p>
        </w:tc>
      </w:tr>
      <w:tr w:rsidR="00D426F3" w:rsidRPr="009C54AE" w14:paraId="269AF55C" w14:textId="77777777" w:rsidTr="00442737">
        <w:tc>
          <w:tcPr>
            <w:tcW w:w="9520" w:type="dxa"/>
          </w:tcPr>
          <w:p w14:paraId="673991CB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Gospodarowanie zasobami branży nadawczej: technologia, finansowanie i regulacje radiofonii i telewizji, media publiczne i prywatne </w:t>
            </w:r>
          </w:p>
        </w:tc>
      </w:tr>
      <w:tr w:rsidR="00D426F3" w:rsidRPr="009C54AE" w14:paraId="66AD109A" w14:textId="77777777" w:rsidTr="00442737">
        <w:tc>
          <w:tcPr>
            <w:tcW w:w="9520" w:type="dxa"/>
          </w:tcPr>
          <w:p w14:paraId="21C39162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zasobami branży wydawniczej: czytelnictwo, produkcja i polityki</w:t>
            </w:r>
          </w:p>
        </w:tc>
      </w:tr>
      <w:tr w:rsidR="00D426F3" w:rsidRPr="009C54AE" w14:paraId="1F6DD5D0" w14:textId="77777777" w:rsidTr="00442737">
        <w:tc>
          <w:tcPr>
            <w:tcW w:w="9520" w:type="dxa"/>
          </w:tcPr>
          <w:p w14:paraId="1862C009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zasobami wydarzeń, festiwali i miast kreatywnych</w:t>
            </w:r>
          </w:p>
        </w:tc>
      </w:tr>
      <w:tr w:rsidR="00D426F3" w:rsidRPr="009C54AE" w14:paraId="2FFC5E9C" w14:textId="77777777" w:rsidTr="00442737">
        <w:tc>
          <w:tcPr>
            <w:tcW w:w="9520" w:type="dxa"/>
          </w:tcPr>
          <w:p w14:paraId="53B05D69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zasobami turystyki kulturalnej: czynniki rozwoju i trendy</w:t>
            </w:r>
          </w:p>
        </w:tc>
      </w:tr>
    </w:tbl>
    <w:p w14:paraId="7FC65B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BF1B47" w14:textId="467F48D9" w:rsidR="0085747A" w:rsidRPr="009C54AE" w:rsidRDefault="009F4610" w:rsidP="2F3D7FCA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2F3D7FCA">
        <w:rPr>
          <w:rFonts w:ascii="Corbel" w:hAnsi="Corbel"/>
          <w:smallCaps w:val="0"/>
        </w:rPr>
        <w:t>3.4</w:t>
      </w:r>
      <w:r w:rsidR="0170A182" w:rsidRPr="2F3D7FCA">
        <w:rPr>
          <w:rFonts w:ascii="Corbel" w:hAnsi="Corbel"/>
          <w:smallCaps w:val="0"/>
        </w:rPr>
        <w:t>.</w:t>
      </w:r>
      <w:r w:rsidRPr="2F3D7FCA">
        <w:rPr>
          <w:rFonts w:ascii="Corbel" w:hAnsi="Corbel"/>
          <w:smallCaps w:val="0"/>
        </w:rPr>
        <w:t xml:space="preserve"> Metody dydaktyczne</w:t>
      </w:r>
    </w:p>
    <w:p w14:paraId="79866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F109A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 z prezentacją multimedialną </w:t>
      </w:r>
    </w:p>
    <w:p w14:paraId="410C85B7" w14:textId="77777777" w:rsidR="0085747A" w:rsidRPr="009C54AE" w:rsidRDefault="00153C41" w:rsidP="009619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619EF">
        <w:rPr>
          <w:rFonts w:ascii="Corbel" w:hAnsi="Corbel"/>
          <w:b w:val="0"/>
          <w:i/>
          <w:smallCaps w:val="0"/>
          <w:sz w:val="20"/>
          <w:szCs w:val="20"/>
        </w:rPr>
        <w:t xml:space="preserve">prezentacja </w:t>
      </w:r>
      <w:r w:rsidR="00C30A65">
        <w:rPr>
          <w:rFonts w:ascii="Corbel" w:hAnsi="Corbel"/>
          <w:b w:val="0"/>
          <w:i/>
          <w:smallCaps w:val="0"/>
          <w:sz w:val="20"/>
          <w:szCs w:val="20"/>
        </w:rPr>
        <w:t>problemów/zagadnień</w:t>
      </w:r>
      <w:r w:rsidR="00B26ADD">
        <w:rPr>
          <w:rFonts w:ascii="Corbel" w:hAnsi="Corbel"/>
          <w:b w:val="0"/>
          <w:i/>
          <w:smallCaps w:val="0"/>
          <w:sz w:val="20"/>
          <w:szCs w:val="20"/>
        </w:rPr>
        <w:t xml:space="preserve"> na podstawie literatury </w:t>
      </w:r>
      <w:r w:rsidR="0083522A">
        <w:rPr>
          <w:rFonts w:ascii="Corbel" w:hAnsi="Corbel"/>
          <w:b w:val="0"/>
          <w:i/>
          <w:smallCaps w:val="0"/>
          <w:sz w:val="20"/>
          <w:szCs w:val="20"/>
        </w:rPr>
        <w:t>przedmiotu</w:t>
      </w:r>
      <w:r w:rsidR="009619E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9619EF" w:rsidRPr="00153C41">
        <w:rPr>
          <w:rFonts w:ascii="Corbel" w:hAnsi="Corbel"/>
          <w:b w:val="0"/>
          <w:i/>
          <w:smallCaps w:val="0"/>
          <w:sz w:val="20"/>
          <w:szCs w:val="20"/>
        </w:rPr>
        <w:t>praca w grupach (rozwiązywanie zadań, dyskusja)</w:t>
      </w:r>
    </w:p>
    <w:p w14:paraId="187297D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38158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9FCB7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E4E719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69BA3A" w14:textId="20DADC57" w:rsidR="0085747A" w:rsidRPr="009C54AE" w:rsidRDefault="0085747A" w:rsidP="2F3D7FCA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2F3D7FCA">
        <w:rPr>
          <w:rFonts w:ascii="Corbel" w:hAnsi="Corbel"/>
          <w:smallCaps w:val="0"/>
        </w:rPr>
        <w:t>4.1</w:t>
      </w:r>
      <w:r w:rsidR="4D61B4F5" w:rsidRPr="2F3D7FCA">
        <w:rPr>
          <w:rFonts w:ascii="Corbel" w:hAnsi="Corbel"/>
          <w:smallCaps w:val="0"/>
        </w:rPr>
        <w:t>.</w:t>
      </w:r>
      <w:r w:rsidRPr="2F3D7FCA">
        <w:rPr>
          <w:rFonts w:ascii="Corbel" w:hAnsi="Corbel"/>
          <w:smallCaps w:val="0"/>
        </w:rPr>
        <w:t xml:space="preserve"> Sposoby weryfikacji efektów </w:t>
      </w:r>
      <w:r w:rsidR="00C05F44" w:rsidRPr="2F3D7FCA">
        <w:rPr>
          <w:rFonts w:ascii="Corbel" w:hAnsi="Corbel"/>
          <w:smallCaps w:val="0"/>
        </w:rPr>
        <w:t>uczenia się</w:t>
      </w:r>
    </w:p>
    <w:p w14:paraId="4D1A18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49FDBD4" w14:textId="77777777" w:rsidTr="00C05F44">
        <w:tc>
          <w:tcPr>
            <w:tcW w:w="1985" w:type="dxa"/>
            <w:vAlign w:val="center"/>
          </w:tcPr>
          <w:p w14:paraId="7D2770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D03735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86E081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380DB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7370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540C1FC" w14:textId="77777777" w:rsidTr="00C05F44">
        <w:tc>
          <w:tcPr>
            <w:tcW w:w="1985" w:type="dxa"/>
          </w:tcPr>
          <w:p w14:paraId="73C113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511DC95D" w14:textId="77777777" w:rsidR="0085747A" w:rsidRPr="00DE14F5" w:rsidRDefault="00025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7EC2E10E" w14:textId="77777777" w:rsidR="0085747A" w:rsidRPr="00DE14F5" w:rsidRDefault="004161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6A7CC9EE" w14:textId="77777777" w:rsidTr="00C05F44">
        <w:tc>
          <w:tcPr>
            <w:tcW w:w="1985" w:type="dxa"/>
          </w:tcPr>
          <w:p w14:paraId="705EA999" w14:textId="77777777" w:rsidR="0085747A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7A9D569A" w14:textId="77777777" w:rsidR="0085747A" w:rsidRPr="00DE14F5" w:rsidRDefault="006B5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1105440" w14:textId="77777777" w:rsidR="0085747A" w:rsidRPr="00DE14F5" w:rsidRDefault="00626D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26058" w:rsidRPr="009C54AE" w14:paraId="2B855C35" w14:textId="77777777" w:rsidTr="00C05F44">
        <w:tc>
          <w:tcPr>
            <w:tcW w:w="1985" w:type="dxa"/>
          </w:tcPr>
          <w:p w14:paraId="505B8F85" w14:textId="77777777" w:rsidR="00826058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39DC15F" w14:textId="77777777" w:rsidR="00826058" w:rsidRPr="00DE14F5" w:rsidRDefault="00413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26" w:type="dxa"/>
          </w:tcPr>
          <w:p w14:paraId="36105478" w14:textId="77777777" w:rsidR="00826058" w:rsidRPr="00DE14F5" w:rsidRDefault="003009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62F243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D05FB" w14:textId="3FC5A63B" w:rsidR="0085747A" w:rsidRPr="009C54AE" w:rsidRDefault="003E1941" w:rsidP="2F3D7FCA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2F3D7FCA">
        <w:rPr>
          <w:rFonts w:ascii="Corbel" w:hAnsi="Corbel"/>
          <w:smallCaps w:val="0"/>
        </w:rPr>
        <w:t>4.2</w:t>
      </w:r>
      <w:r w:rsidR="67B91D4A" w:rsidRPr="2F3D7FCA">
        <w:rPr>
          <w:rFonts w:ascii="Corbel" w:hAnsi="Corbel"/>
          <w:smallCaps w:val="0"/>
        </w:rPr>
        <w:t>.</w:t>
      </w:r>
      <w:r w:rsidRPr="2F3D7FCA">
        <w:rPr>
          <w:rFonts w:ascii="Corbel" w:hAnsi="Corbel"/>
          <w:smallCaps w:val="0"/>
        </w:rPr>
        <w:t xml:space="preserve"> </w:t>
      </w:r>
      <w:r w:rsidR="0085747A" w:rsidRPr="2F3D7FCA">
        <w:rPr>
          <w:rFonts w:ascii="Corbel" w:hAnsi="Corbel"/>
          <w:smallCaps w:val="0"/>
        </w:rPr>
        <w:t>Warunki zaliczenia przedmiotu (kryteria oceniania)</w:t>
      </w:r>
    </w:p>
    <w:p w14:paraId="422B4A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4B6F04F" w14:textId="77777777" w:rsidTr="2F3D7FCA">
        <w:tc>
          <w:tcPr>
            <w:tcW w:w="9670" w:type="dxa"/>
          </w:tcPr>
          <w:p w14:paraId="005B5C83" w14:textId="52A14FEA" w:rsidR="0085747A" w:rsidRPr="009C54AE" w:rsidRDefault="713B7101" w:rsidP="2F3D7F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F3D7FCA">
              <w:rPr>
                <w:rFonts w:ascii="Corbel" w:hAnsi="Corbel"/>
                <w:b w:val="0"/>
                <w:smallCaps w:val="0"/>
              </w:rPr>
              <w:t xml:space="preserve">Podstawą zaliczenia ćwiczeń jest pozytywna ocena, którą studenci otrzymują w wyniku zgromadzenia punktów przyznanych za: </w:t>
            </w:r>
          </w:p>
          <w:p w14:paraId="7958C544" w14:textId="27A707D3" w:rsidR="0085747A" w:rsidRPr="009C54AE" w:rsidRDefault="713B7101" w:rsidP="2F3D7FCA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2F3D7FCA">
              <w:rPr>
                <w:rFonts w:ascii="Corbel" w:hAnsi="Corbel"/>
                <w:b w:val="0"/>
                <w:smallCaps w:val="0"/>
              </w:rPr>
              <w:t>przygotowanie i przedstawienie prezentacji włącznie z zaangażowaniem w pracę/dyskusje na zajęciach (10% punktów), oraz;</w:t>
            </w:r>
          </w:p>
          <w:p w14:paraId="4D4AA1E6" w14:textId="574208CA" w:rsidR="0085747A" w:rsidRPr="009C54AE" w:rsidRDefault="713B7101" w:rsidP="2F3D7FCA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2F3D7FCA">
              <w:rPr>
                <w:rFonts w:ascii="Corbel" w:hAnsi="Corbel"/>
                <w:b w:val="0"/>
                <w:smallCaps w:val="0"/>
              </w:rPr>
              <w:t xml:space="preserve">pisemne kolokwium zaliczeniowe obejmujące zakresem materiał ćwiczeń i wykładów </w:t>
            </w:r>
            <w:r w:rsidRPr="2F3D7FCA">
              <w:rPr>
                <w:rFonts w:ascii="Corbel" w:hAnsi="Corbel"/>
                <w:b w:val="0"/>
                <w:smallCaps w:val="0"/>
              </w:rPr>
              <w:lastRenderedPageBreak/>
              <w:t>(90% punktów)</w:t>
            </w:r>
          </w:p>
          <w:p w14:paraId="77AD352E" w14:textId="2E8D7D6E" w:rsidR="0085747A" w:rsidRPr="009C54AE" w:rsidRDefault="713B7101" w:rsidP="2F3D7FCA">
            <w:pPr>
              <w:pStyle w:val="Punktygwne"/>
              <w:spacing w:before="0" w:after="0"/>
              <w:jc w:val="both"/>
            </w:pPr>
            <w:r w:rsidRPr="2F3D7FCA">
              <w:rPr>
                <w:rFonts w:ascii="Corbel" w:hAnsi="Corbel"/>
                <w:b w:val="0"/>
                <w:smallCaps w:val="0"/>
              </w:rPr>
              <w:t>Punkty za prezentację (max. 4; po dwa za spełnienie każdego z poniższych kryterium) są przyznawane za:</w:t>
            </w:r>
          </w:p>
          <w:p w14:paraId="0964FE16" w14:textId="5257162B" w:rsidR="0085747A" w:rsidRPr="009C54AE" w:rsidRDefault="713B7101" w:rsidP="2F3D7FCA">
            <w:pPr>
              <w:pStyle w:val="Punktygwne"/>
              <w:spacing w:before="0" w:after="0"/>
              <w:jc w:val="both"/>
            </w:pPr>
            <w:r w:rsidRPr="2F3D7FCA">
              <w:rPr>
                <w:rFonts w:ascii="Corbel" w:hAnsi="Corbel"/>
                <w:b w:val="0"/>
                <w:smallCaps w:val="0"/>
              </w:rPr>
              <w:t>- zakres merytoryczny, kompletność i poprawność przedstawionych treści;</w:t>
            </w:r>
          </w:p>
          <w:p w14:paraId="2CC5EB20" w14:textId="0D4A1D25" w:rsidR="0085747A" w:rsidRPr="009C54AE" w:rsidRDefault="713B7101" w:rsidP="2F3D7FCA">
            <w:pPr>
              <w:pStyle w:val="Punktygwne"/>
              <w:spacing w:before="0" w:after="0"/>
              <w:jc w:val="both"/>
            </w:pPr>
            <w:r w:rsidRPr="2F3D7FCA">
              <w:rPr>
                <w:rFonts w:ascii="Corbel" w:hAnsi="Corbel"/>
                <w:b w:val="0"/>
                <w:smallCaps w:val="0"/>
              </w:rPr>
              <w:t>- stopień opanowania i samodzielność w prezentowaniu treści;</w:t>
            </w:r>
          </w:p>
          <w:p w14:paraId="7C43016D" w14:textId="55A7BA60" w:rsidR="0085747A" w:rsidRPr="009C54AE" w:rsidRDefault="713B7101" w:rsidP="2F3D7FCA">
            <w:pPr>
              <w:pStyle w:val="Punktygwne"/>
              <w:spacing w:before="0" w:after="0"/>
              <w:jc w:val="both"/>
            </w:pPr>
            <w:r w:rsidRPr="2F3D7FCA">
              <w:rPr>
                <w:rFonts w:ascii="Corbel" w:hAnsi="Corbel"/>
                <w:b w:val="0"/>
                <w:smallCaps w:val="0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3.</w:t>
            </w:r>
          </w:p>
          <w:p w14:paraId="11CD1BFA" w14:textId="4CC85D7E" w:rsidR="0085747A" w:rsidRPr="009C54AE" w:rsidRDefault="713B7101" w:rsidP="2F3D7FCA">
            <w:pPr>
              <w:pStyle w:val="Punktygwne"/>
              <w:spacing w:before="0" w:after="0"/>
              <w:jc w:val="both"/>
            </w:pPr>
            <w:r w:rsidRPr="2F3D7FCA">
              <w:rPr>
                <w:rFonts w:ascii="Corbel" w:hAnsi="Corbel"/>
                <w:b w:val="0"/>
                <w:smallCaps w:val="0"/>
              </w:rPr>
              <w:t>Podstawą zaliczenia wykładów jest pozytywna ocena z ćwiczeń uwzględniająca treści wykładu.</w:t>
            </w:r>
          </w:p>
        </w:tc>
      </w:tr>
    </w:tbl>
    <w:p w14:paraId="792DB9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3DC2A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E61E1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24D5E69" w14:textId="77777777" w:rsidTr="003E1941">
        <w:tc>
          <w:tcPr>
            <w:tcW w:w="4962" w:type="dxa"/>
            <w:vAlign w:val="center"/>
          </w:tcPr>
          <w:p w14:paraId="6C21555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D39D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05C7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A186617" w14:textId="77777777" w:rsidTr="00923D7D">
        <w:tc>
          <w:tcPr>
            <w:tcW w:w="4962" w:type="dxa"/>
          </w:tcPr>
          <w:p w14:paraId="5D2BBD1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02A247" w14:textId="77777777" w:rsidR="0085747A" w:rsidRPr="009C54AE" w:rsidRDefault="003B69F1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DF8662B" w14:textId="77777777" w:rsidTr="00923D7D">
        <w:tc>
          <w:tcPr>
            <w:tcW w:w="4962" w:type="dxa"/>
          </w:tcPr>
          <w:p w14:paraId="45117A9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97C9F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C2BF8E6" w14:textId="77777777" w:rsidR="00C61DC5" w:rsidRPr="009C54AE" w:rsidRDefault="000A7508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5AC99B3" w14:textId="77777777" w:rsidTr="00923D7D">
        <w:tc>
          <w:tcPr>
            <w:tcW w:w="4962" w:type="dxa"/>
          </w:tcPr>
          <w:p w14:paraId="3D747EED" w14:textId="77777777" w:rsidR="00197B57" w:rsidRDefault="00C61DC5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07EA1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393614F4" w14:textId="77777777" w:rsidR="00197B57" w:rsidRDefault="00197B57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6ACE99B9" w14:textId="77777777" w:rsidR="00A743A2" w:rsidRDefault="00A743A2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12EC3A2F" w14:textId="77777777" w:rsidR="00C61DC5" w:rsidRPr="009C54AE" w:rsidRDefault="00560DDD" w:rsidP="002A3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743A2">
              <w:rPr>
                <w:rFonts w:ascii="Corbel" w:hAnsi="Corbel"/>
                <w:sz w:val="24"/>
                <w:szCs w:val="24"/>
              </w:rPr>
              <w:t xml:space="preserve"> </w:t>
            </w:r>
            <w:r w:rsidR="00912109"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2A3E9A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14:paraId="0B80C6D0" w14:textId="77777777" w:rsidR="00C61DC5" w:rsidRDefault="00C61DC5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657D3B4" w14:textId="77777777" w:rsidR="004E236B" w:rsidRDefault="004E236B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2619ECB" w14:textId="77777777" w:rsidR="004E236B" w:rsidRDefault="004E236B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615BC00" w14:textId="77777777" w:rsidR="004E236B" w:rsidRDefault="004E236B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0AD9EED8" w14:textId="77777777" w:rsidR="004E236B" w:rsidRPr="009C54AE" w:rsidRDefault="004E236B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0EDD3363" w14:textId="77777777" w:rsidTr="00923D7D">
        <w:tc>
          <w:tcPr>
            <w:tcW w:w="4962" w:type="dxa"/>
          </w:tcPr>
          <w:p w14:paraId="299161F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66FBF8" w14:textId="77777777" w:rsidR="0085747A" w:rsidRPr="009C54AE" w:rsidRDefault="002D7FAC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310D37C" w14:textId="77777777" w:rsidTr="00923D7D">
        <w:tc>
          <w:tcPr>
            <w:tcW w:w="4962" w:type="dxa"/>
          </w:tcPr>
          <w:p w14:paraId="57090B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11378E0" w14:textId="77777777" w:rsidR="0085747A" w:rsidRPr="009C54AE" w:rsidRDefault="002D7FAC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78E190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6331B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76B28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5AB298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6ED221E6" w14:textId="77777777" w:rsidTr="000C157E">
        <w:trPr>
          <w:trHeight w:val="397"/>
        </w:trPr>
        <w:tc>
          <w:tcPr>
            <w:tcW w:w="2359" w:type="pct"/>
          </w:tcPr>
          <w:p w14:paraId="2265D7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809E63A" w14:textId="77777777" w:rsidR="0085747A" w:rsidRPr="009C54AE" w:rsidRDefault="000C157E" w:rsidP="000C15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394183A" w14:textId="77777777" w:rsidTr="000C157E">
        <w:trPr>
          <w:trHeight w:val="397"/>
        </w:trPr>
        <w:tc>
          <w:tcPr>
            <w:tcW w:w="2359" w:type="pct"/>
          </w:tcPr>
          <w:p w14:paraId="0E6B64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06C3D8" w14:textId="77777777" w:rsidR="0085747A" w:rsidRPr="009C54AE" w:rsidRDefault="000C157E" w:rsidP="000C15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03722BF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0E1DE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E9D884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1B8DF0C" w14:textId="77777777" w:rsidTr="2F3D7FCA">
        <w:trPr>
          <w:trHeight w:val="397"/>
        </w:trPr>
        <w:tc>
          <w:tcPr>
            <w:tcW w:w="5000" w:type="pct"/>
          </w:tcPr>
          <w:p w14:paraId="4C81B41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6E73F02" w14:textId="77777777" w:rsidR="002063C7" w:rsidRDefault="002063C7" w:rsidP="00DE14F5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6E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Throsby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(2011) </w:t>
            </w:r>
            <w:r w:rsidRPr="00532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i kultura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Narodowe Centrum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0690958" w14:textId="77777777" w:rsidR="00D426F3" w:rsidRDefault="002063C7" w:rsidP="00DE14F5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Towse R. (2012)</w:t>
            </w:r>
            <w:r>
              <w:t xml:space="preserve"> </w:t>
            </w:r>
            <w:r w:rsidRPr="00E668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kultury. Kompendium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Narodowe Centrum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289831BD" w14:textId="77777777" w:rsidR="002063C7" w:rsidRPr="009C54AE" w:rsidRDefault="002063C7" w:rsidP="00DE14F5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Hausner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Karwińska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A.,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Purchla J. (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 </w:t>
            </w:r>
            <w:r w:rsidRPr="009118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a rozwój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Narodowe Centrum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AE3F5F5" w14:textId="77777777" w:rsidTr="2F3D7FCA">
        <w:trPr>
          <w:trHeight w:val="397"/>
        </w:trPr>
        <w:tc>
          <w:tcPr>
            <w:tcW w:w="5000" w:type="pct"/>
          </w:tcPr>
          <w:p w14:paraId="5C51C2D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B0CA767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783D3D19" w14:textId="05875A8F" w:rsidR="5BB2E3A9" w:rsidRDefault="2F918296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Pyrkosz D.S. (2016) “Kultura i rynek – relacja konfliktu czy symbiozy?” Roczniki Kulturoznawcze. Annals of Cultural Studies, VII 3, 2016. 119-132.</w:t>
            </w:r>
          </w:p>
          <w:p w14:paraId="5C4223CF" w14:textId="54406B87" w:rsidR="1564DB07" w:rsidRDefault="2A7EA7CC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Pyrkosz D.S. (2009) “Culture Makes the Difference - the Humanistic Approach to the Understanding of Economic Development” Nierówności społeczne a wzrost gospodarczy. Uwarunkowania instytucjonalne, Zeszyt 15 (2009) Rzeszów: Wydawnictwo Uniwersytetu </w:t>
            </w: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Rzeszowskiego. 48-58.</w:t>
            </w:r>
          </w:p>
          <w:p w14:paraId="487ECA76" w14:textId="7A5E640D" w:rsidR="2A2A8F0C" w:rsidRDefault="3A0CDAA2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Pyrkosz D.S. (2016) “Culture, Creativity and Economy – Culture as a Determinant of Economic Development”. Statistics in the Ukraine and the World: State, Trends and Development Prospects. Proceedings of the XVI International Scientific and Practical Conference on the Occasion of the Day of Statistics. Kyiv: Information and Analytical Agency. 229-237.</w:t>
            </w:r>
          </w:p>
          <w:p w14:paraId="47ABEF0B" w14:textId="4400B19D" w:rsidR="00250850" w:rsidRDefault="24A386FF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S t i g l i t z J. (2004)</w:t>
            </w:r>
            <w:r w:rsidRPr="2F3D7FC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Ekonomia sektora publicznego.</w:t>
            </w: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Wyd. Naukowe PWN: Warszawa.</w:t>
            </w:r>
          </w:p>
          <w:p w14:paraId="29FE6365" w14:textId="77777777" w:rsidR="00250850" w:rsidRDefault="00250850" w:rsidP="1B0CA76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1B0CA76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Gwóźdź A. (red.) (2010) </w:t>
            </w:r>
            <w:r w:rsidRPr="1B0CA76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Od przemysłów kultury do kreatywnej gospodarki</w:t>
            </w:r>
            <w:r w:rsidRPr="1B0CA767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14:paraId="1F37F0D6" w14:textId="77777777" w:rsidR="00250850" w:rsidRDefault="00250850" w:rsidP="1B0CA76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1B0CA76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Ilczuk D. (2012) </w:t>
            </w:r>
            <w:r w:rsidRPr="1B0CA76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Ekonomika kultury</w:t>
            </w:r>
            <w:r w:rsidRPr="1B0CA76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Wydawnictwo Naukowe PWN: Warszawa. </w:t>
            </w:r>
          </w:p>
          <w:p w14:paraId="401EFEBC" w14:textId="04A46676" w:rsidR="00250850" w:rsidRDefault="24A386FF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 e s b i t t R.G. (2009) „Nie oglądaj się za siebie w gniewie” [w:] M. L i n d, R. M i n i c h b a u e r (red.), </w:t>
            </w:r>
            <w:r w:rsidRPr="2F3D7FC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Europejskie polityki kulturalne</w:t>
            </w: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2015. Fundacja Bęc Zmiana, Warszawa. </w:t>
            </w:r>
          </w:p>
          <w:p w14:paraId="001F4698" w14:textId="3B6E5DC9" w:rsidR="00250850" w:rsidRPr="009C54AE" w:rsidRDefault="24A386FF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 e n d i x e n P. (2001) </w:t>
            </w:r>
            <w:r w:rsidRPr="2F3D7FC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Wprowadzenie do ekonomiki kultury i sztuki.</w:t>
            </w: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Wydawnictwo UJ, Kraków.</w:t>
            </w:r>
          </w:p>
        </w:tc>
      </w:tr>
    </w:tbl>
    <w:p w14:paraId="265F8F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0EEF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0D322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1ECE10" w14:textId="77777777" w:rsidR="004B71E0" w:rsidRDefault="004B71E0" w:rsidP="00C16ABF">
      <w:pPr>
        <w:spacing w:after="0" w:line="240" w:lineRule="auto"/>
      </w:pPr>
      <w:r>
        <w:separator/>
      </w:r>
    </w:p>
  </w:endnote>
  <w:endnote w:type="continuationSeparator" w:id="0">
    <w:p w14:paraId="660CAE46" w14:textId="77777777" w:rsidR="004B71E0" w:rsidRDefault="004B71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023802" w14:textId="77777777" w:rsidR="004B71E0" w:rsidRDefault="004B71E0" w:rsidP="00C16ABF">
      <w:pPr>
        <w:spacing w:after="0" w:line="240" w:lineRule="auto"/>
      </w:pPr>
      <w:r>
        <w:separator/>
      </w:r>
    </w:p>
  </w:footnote>
  <w:footnote w:type="continuationSeparator" w:id="0">
    <w:p w14:paraId="54D6B913" w14:textId="77777777" w:rsidR="004B71E0" w:rsidRDefault="004B71E0" w:rsidP="00C16ABF">
      <w:pPr>
        <w:spacing w:after="0" w:line="240" w:lineRule="auto"/>
      </w:pPr>
      <w:r>
        <w:continuationSeparator/>
      </w:r>
    </w:p>
  </w:footnote>
  <w:footnote w:id="1">
    <w:p w14:paraId="208F492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9C206A"/>
    <w:multiLevelType w:val="hybridMultilevel"/>
    <w:tmpl w:val="91667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820AC"/>
    <w:multiLevelType w:val="hybridMultilevel"/>
    <w:tmpl w:val="2DB28240"/>
    <w:lvl w:ilvl="0" w:tplc="7A2C7E12">
      <w:start w:val="1"/>
      <w:numFmt w:val="decimal"/>
      <w:lvlText w:val="%1."/>
      <w:lvlJc w:val="left"/>
      <w:pPr>
        <w:ind w:left="720" w:hanging="360"/>
      </w:pPr>
    </w:lvl>
    <w:lvl w:ilvl="1" w:tplc="EBA82CE4">
      <w:start w:val="1"/>
      <w:numFmt w:val="lowerLetter"/>
      <w:lvlText w:val="%2."/>
      <w:lvlJc w:val="left"/>
      <w:pPr>
        <w:ind w:left="1440" w:hanging="360"/>
      </w:pPr>
    </w:lvl>
    <w:lvl w:ilvl="2" w:tplc="6B565382">
      <w:start w:val="1"/>
      <w:numFmt w:val="lowerRoman"/>
      <w:lvlText w:val="%3."/>
      <w:lvlJc w:val="right"/>
      <w:pPr>
        <w:ind w:left="2160" w:hanging="180"/>
      </w:pPr>
    </w:lvl>
    <w:lvl w:ilvl="3" w:tplc="F162E872">
      <w:start w:val="1"/>
      <w:numFmt w:val="decimal"/>
      <w:lvlText w:val="%4."/>
      <w:lvlJc w:val="left"/>
      <w:pPr>
        <w:ind w:left="2880" w:hanging="360"/>
      </w:pPr>
    </w:lvl>
    <w:lvl w:ilvl="4" w:tplc="DC2C23CC">
      <w:start w:val="1"/>
      <w:numFmt w:val="lowerLetter"/>
      <w:lvlText w:val="%5."/>
      <w:lvlJc w:val="left"/>
      <w:pPr>
        <w:ind w:left="3600" w:hanging="360"/>
      </w:pPr>
    </w:lvl>
    <w:lvl w:ilvl="5" w:tplc="A3EE5858">
      <w:start w:val="1"/>
      <w:numFmt w:val="lowerRoman"/>
      <w:lvlText w:val="%6."/>
      <w:lvlJc w:val="right"/>
      <w:pPr>
        <w:ind w:left="4320" w:hanging="180"/>
      </w:pPr>
    </w:lvl>
    <w:lvl w:ilvl="6" w:tplc="A90E2EC4">
      <w:start w:val="1"/>
      <w:numFmt w:val="decimal"/>
      <w:lvlText w:val="%7."/>
      <w:lvlJc w:val="left"/>
      <w:pPr>
        <w:ind w:left="5040" w:hanging="360"/>
      </w:pPr>
    </w:lvl>
    <w:lvl w:ilvl="7" w:tplc="71D6B514">
      <w:start w:val="1"/>
      <w:numFmt w:val="lowerLetter"/>
      <w:lvlText w:val="%8."/>
      <w:lvlJc w:val="left"/>
      <w:pPr>
        <w:ind w:left="5760" w:hanging="360"/>
      </w:pPr>
    </w:lvl>
    <w:lvl w:ilvl="8" w:tplc="5D18C71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95499"/>
    <w:multiLevelType w:val="hybridMultilevel"/>
    <w:tmpl w:val="686C6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696"/>
    <w:rsid w:val="00040C3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289"/>
    <w:rsid w:val="000A4D08"/>
    <w:rsid w:val="000A7508"/>
    <w:rsid w:val="000B192D"/>
    <w:rsid w:val="000B28EE"/>
    <w:rsid w:val="000B3E37"/>
    <w:rsid w:val="000C157E"/>
    <w:rsid w:val="000D04B0"/>
    <w:rsid w:val="000F1C57"/>
    <w:rsid w:val="000F5615"/>
    <w:rsid w:val="00120E59"/>
    <w:rsid w:val="001248D6"/>
    <w:rsid w:val="00124BFF"/>
    <w:rsid w:val="0012560E"/>
    <w:rsid w:val="00127108"/>
    <w:rsid w:val="0013109B"/>
    <w:rsid w:val="00134B13"/>
    <w:rsid w:val="00146BC0"/>
    <w:rsid w:val="00153C41"/>
    <w:rsid w:val="00154381"/>
    <w:rsid w:val="001640A7"/>
    <w:rsid w:val="001648C6"/>
    <w:rsid w:val="00164FA7"/>
    <w:rsid w:val="00166A03"/>
    <w:rsid w:val="001718A7"/>
    <w:rsid w:val="001737CF"/>
    <w:rsid w:val="0017512A"/>
    <w:rsid w:val="00176083"/>
    <w:rsid w:val="00192F37"/>
    <w:rsid w:val="00197B57"/>
    <w:rsid w:val="001A70D2"/>
    <w:rsid w:val="001C4F8A"/>
    <w:rsid w:val="001D657B"/>
    <w:rsid w:val="001D7B54"/>
    <w:rsid w:val="001E0209"/>
    <w:rsid w:val="001F2CA2"/>
    <w:rsid w:val="002010C2"/>
    <w:rsid w:val="002063C7"/>
    <w:rsid w:val="002144C0"/>
    <w:rsid w:val="00215FA7"/>
    <w:rsid w:val="0022477D"/>
    <w:rsid w:val="002278A9"/>
    <w:rsid w:val="002302F6"/>
    <w:rsid w:val="0023257B"/>
    <w:rsid w:val="002336F9"/>
    <w:rsid w:val="0024028F"/>
    <w:rsid w:val="0024238B"/>
    <w:rsid w:val="00244ABC"/>
    <w:rsid w:val="00250850"/>
    <w:rsid w:val="00281FF2"/>
    <w:rsid w:val="002857DE"/>
    <w:rsid w:val="00291567"/>
    <w:rsid w:val="002A22BF"/>
    <w:rsid w:val="002A2389"/>
    <w:rsid w:val="002A3E9A"/>
    <w:rsid w:val="002A671D"/>
    <w:rsid w:val="002B1F0A"/>
    <w:rsid w:val="002B4D55"/>
    <w:rsid w:val="002B5EA0"/>
    <w:rsid w:val="002B6119"/>
    <w:rsid w:val="002C1F06"/>
    <w:rsid w:val="002D3375"/>
    <w:rsid w:val="002D73D4"/>
    <w:rsid w:val="002D7FAC"/>
    <w:rsid w:val="002F02A3"/>
    <w:rsid w:val="002F4ABE"/>
    <w:rsid w:val="0030099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5DE"/>
    <w:rsid w:val="003A0A5B"/>
    <w:rsid w:val="003A1176"/>
    <w:rsid w:val="003B69F1"/>
    <w:rsid w:val="003C0BAE"/>
    <w:rsid w:val="003D18A9"/>
    <w:rsid w:val="003D5BEA"/>
    <w:rsid w:val="003D6CE2"/>
    <w:rsid w:val="003E1941"/>
    <w:rsid w:val="003E2FE6"/>
    <w:rsid w:val="003E49D5"/>
    <w:rsid w:val="003F205D"/>
    <w:rsid w:val="003F38C0"/>
    <w:rsid w:val="003F6E1D"/>
    <w:rsid w:val="00413ECE"/>
    <w:rsid w:val="00414001"/>
    <w:rsid w:val="00414E3C"/>
    <w:rsid w:val="00416112"/>
    <w:rsid w:val="0042244A"/>
    <w:rsid w:val="0042745A"/>
    <w:rsid w:val="00431D5C"/>
    <w:rsid w:val="004362C6"/>
    <w:rsid w:val="00437FA2"/>
    <w:rsid w:val="00442737"/>
    <w:rsid w:val="00445970"/>
    <w:rsid w:val="0045699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1E0"/>
    <w:rsid w:val="004D5282"/>
    <w:rsid w:val="004E236B"/>
    <w:rsid w:val="004F1551"/>
    <w:rsid w:val="004F27D1"/>
    <w:rsid w:val="004F55A3"/>
    <w:rsid w:val="004F5795"/>
    <w:rsid w:val="0050496F"/>
    <w:rsid w:val="00505C7E"/>
    <w:rsid w:val="00513B6F"/>
    <w:rsid w:val="00517C63"/>
    <w:rsid w:val="005363C4"/>
    <w:rsid w:val="00536BDE"/>
    <w:rsid w:val="00543ACC"/>
    <w:rsid w:val="00560DDD"/>
    <w:rsid w:val="0056696D"/>
    <w:rsid w:val="00585B60"/>
    <w:rsid w:val="0059484D"/>
    <w:rsid w:val="005A0855"/>
    <w:rsid w:val="005A133C"/>
    <w:rsid w:val="005A3196"/>
    <w:rsid w:val="005B43C5"/>
    <w:rsid w:val="005C080F"/>
    <w:rsid w:val="005C55E5"/>
    <w:rsid w:val="005C696A"/>
    <w:rsid w:val="005D4500"/>
    <w:rsid w:val="005E6E85"/>
    <w:rsid w:val="005F31D2"/>
    <w:rsid w:val="0061029B"/>
    <w:rsid w:val="00615DDD"/>
    <w:rsid w:val="00617230"/>
    <w:rsid w:val="00621CE1"/>
    <w:rsid w:val="006227A1"/>
    <w:rsid w:val="00626DC4"/>
    <w:rsid w:val="00627FC9"/>
    <w:rsid w:val="00647FA8"/>
    <w:rsid w:val="00650C5F"/>
    <w:rsid w:val="00654934"/>
    <w:rsid w:val="006620D9"/>
    <w:rsid w:val="00671958"/>
    <w:rsid w:val="00675843"/>
    <w:rsid w:val="00696477"/>
    <w:rsid w:val="006A087C"/>
    <w:rsid w:val="006B5C62"/>
    <w:rsid w:val="006D050F"/>
    <w:rsid w:val="006D6139"/>
    <w:rsid w:val="006E0DC0"/>
    <w:rsid w:val="006E528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130"/>
    <w:rsid w:val="007C12EA"/>
    <w:rsid w:val="007C3299"/>
    <w:rsid w:val="007C3BCC"/>
    <w:rsid w:val="007C4546"/>
    <w:rsid w:val="007D6E56"/>
    <w:rsid w:val="007F4155"/>
    <w:rsid w:val="0081554D"/>
    <w:rsid w:val="0081707E"/>
    <w:rsid w:val="00826058"/>
    <w:rsid w:val="0083522A"/>
    <w:rsid w:val="008449B3"/>
    <w:rsid w:val="008552A2"/>
    <w:rsid w:val="0085747A"/>
    <w:rsid w:val="00884922"/>
    <w:rsid w:val="00885F64"/>
    <w:rsid w:val="008917F9"/>
    <w:rsid w:val="0089371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109"/>
    <w:rsid w:val="00916188"/>
    <w:rsid w:val="00923D7D"/>
    <w:rsid w:val="009506C7"/>
    <w:rsid w:val="009508DF"/>
    <w:rsid w:val="00950DAC"/>
    <w:rsid w:val="00954A07"/>
    <w:rsid w:val="009619EF"/>
    <w:rsid w:val="00984B23"/>
    <w:rsid w:val="00991867"/>
    <w:rsid w:val="009935F2"/>
    <w:rsid w:val="00997F14"/>
    <w:rsid w:val="009A6A52"/>
    <w:rsid w:val="009A78D9"/>
    <w:rsid w:val="009B36B6"/>
    <w:rsid w:val="009C3E31"/>
    <w:rsid w:val="009C54AE"/>
    <w:rsid w:val="009C788E"/>
    <w:rsid w:val="009D023A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57"/>
    <w:rsid w:val="00A719A2"/>
    <w:rsid w:val="00A743A2"/>
    <w:rsid w:val="00A84113"/>
    <w:rsid w:val="00A84C85"/>
    <w:rsid w:val="00A97DE1"/>
    <w:rsid w:val="00AB053C"/>
    <w:rsid w:val="00AC7DC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ADD"/>
    <w:rsid w:val="00B3130B"/>
    <w:rsid w:val="00B32466"/>
    <w:rsid w:val="00B33DAD"/>
    <w:rsid w:val="00B40ADB"/>
    <w:rsid w:val="00B43B77"/>
    <w:rsid w:val="00B43E80"/>
    <w:rsid w:val="00B560FC"/>
    <w:rsid w:val="00B607DB"/>
    <w:rsid w:val="00B654EC"/>
    <w:rsid w:val="00B66529"/>
    <w:rsid w:val="00B75946"/>
    <w:rsid w:val="00B8056E"/>
    <w:rsid w:val="00B819C8"/>
    <w:rsid w:val="00B82308"/>
    <w:rsid w:val="00B90885"/>
    <w:rsid w:val="00BA01F3"/>
    <w:rsid w:val="00BB520A"/>
    <w:rsid w:val="00BC797F"/>
    <w:rsid w:val="00BD3869"/>
    <w:rsid w:val="00BD66E9"/>
    <w:rsid w:val="00BD6FF4"/>
    <w:rsid w:val="00BE6AA2"/>
    <w:rsid w:val="00BF2C41"/>
    <w:rsid w:val="00C02FE7"/>
    <w:rsid w:val="00C058B4"/>
    <w:rsid w:val="00C05F44"/>
    <w:rsid w:val="00C07EA1"/>
    <w:rsid w:val="00C131B5"/>
    <w:rsid w:val="00C16ABF"/>
    <w:rsid w:val="00C170AE"/>
    <w:rsid w:val="00C21DB2"/>
    <w:rsid w:val="00C26CB7"/>
    <w:rsid w:val="00C30A65"/>
    <w:rsid w:val="00C30EF7"/>
    <w:rsid w:val="00C324C1"/>
    <w:rsid w:val="00C36992"/>
    <w:rsid w:val="00C5140E"/>
    <w:rsid w:val="00C56036"/>
    <w:rsid w:val="00C61DC5"/>
    <w:rsid w:val="00C6354C"/>
    <w:rsid w:val="00C67E92"/>
    <w:rsid w:val="00C70A26"/>
    <w:rsid w:val="00C766DF"/>
    <w:rsid w:val="00C83BEA"/>
    <w:rsid w:val="00C9231B"/>
    <w:rsid w:val="00C94B98"/>
    <w:rsid w:val="00C96069"/>
    <w:rsid w:val="00C96D34"/>
    <w:rsid w:val="00CA2B96"/>
    <w:rsid w:val="00CA5089"/>
    <w:rsid w:val="00CA56E5"/>
    <w:rsid w:val="00CD3E3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6F3"/>
    <w:rsid w:val="00D428D6"/>
    <w:rsid w:val="00D52B7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14F5"/>
    <w:rsid w:val="00DE4A14"/>
    <w:rsid w:val="00DF320D"/>
    <w:rsid w:val="00DF71C8"/>
    <w:rsid w:val="00E129B8"/>
    <w:rsid w:val="00E21E7D"/>
    <w:rsid w:val="00E22FBC"/>
    <w:rsid w:val="00E24BF5"/>
    <w:rsid w:val="00E25338"/>
    <w:rsid w:val="00E37E30"/>
    <w:rsid w:val="00E51E44"/>
    <w:rsid w:val="00E6001F"/>
    <w:rsid w:val="00E63348"/>
    <w:rsid w:val="00E661B9"/>
    <w:rsid w:val="00E742AA"/>
    <w:rsid w:val="00E7489D"/>
    <w:rsid w:val="00E77E88"/>
    <w:rsid w:val="00E8107D"/>
    <w:rsid w:val="00E960BB"/>
    <w:rsid w:val="00EA2074"/>
    <w:rsid w:val="00EA4832"/>
    <w:rsid w:val="00EA4E9D"/>
    <w:rsid w:val="00EB3171"/>
    <w:rsid w:val="00EC4899"/>
    <w:rsid w:val="00ED03AB"/>
    <w:rsid w:val="00ED32D2"/>
    <w:rsid w:val="00EE32DE"/>
    <w:rsid w:val="00EE5457"/>
    <w:rsid w:val="00F070AB"/>
    <w:rsid w:val="00F14BB7"/>
    <w:rsid w:val="00F17567"/>
    <w:rsid w:val="00F23957"/>
    <w:rsid w:val="00F27A7B"/>
    <w:rsid w:val="00F457A8"/>
    <w:rsid w:val="00F526AF"/>
    <w:rsid w:val="00F617C3"/>
    <w:rsid w:val="00F7066B"/>
    <w:rsid w:val="00F73EB4"/>
    <w:rsid w:val="00F83B28"/>
    <w:rsid w:val="00F974DA"/>
    <w:rsid w:val="00FA46E5"/>
    <w:rsid w:val="00FA7AB9"/>
    <w:rsid w:val="00FB7DBA"/>
    <w:rsid w:val="00FC020E"/>
    <w:rsid w:val="00FC1C25"/>
    <w:rsid w:val="00FC3F45"/>
    <w:rsid w:val="00FC4C46"/>
    <w:rsid w:val="00FD503F"/>
    <w:rsid w:val="00FD7589"/>
    <w:rsid w:val="00FF016A"/>
    <w:rsid w:val="00FF1401"/>
    <w:rsid w:val="00FF5E7D"/>
    <w:rsid w:val="0170A182"/>
    <w:rsid w:val="1564DB07"/>
    <w:rsid w:val="175C9A01"/>
    <w:rsid w:val="18BA1AF3"/>
    <w:rsid w:val="1970D706"/>
    <w:rsid w:val="1B0CA767"/>
    <w:rsid w:val="1C075AC6"/>
    <w:rsid w:val="1FCF696E"/>
    <w:rsid w:val="24A386FF"/>
    <w:rsid w:val="26EA434C"/>
    <w:rsid w:val="2A2A8F0C"/>
    <w:rsid w:val="2A7EA7CC"/>
    <w:rsid w:val="2D44BF0D"/>
    <w:rsid w:val="2F3D7FCA"/>
    <w:rsid w:val="2F918296"/>
    <w:rsid w:val="3A0CDAA2"/>
    <w:rsid w:val="3BBC3D71"/>
    <w:rsid w:val="3CB2D569"/>
    <w:rsid w:val="4C78A6A1"/>
    <w:rsid w:val="4D61B4F5"/>
    <w:rsid w:val="58AB54DD"/>
    <w:rsid w:val="5BB2E3A9"/>
    <w:rsid w:val="651CBC0A"/>
    <w:rsid w:val="670C0767"/>
    <w:rsid w:val="67B91D4A"/>
    <w:rsid w:val="69E7B3EC"/>
    <w:rsid w:val="6DA079B2"/>
    <w:rsid w:val="713B7101"/>
    <w:rsid w:val="75676D38"/>
    <w:rsid w:val="7CAD4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BFAC9"/>
  <w15:docId w15:val="{9FAF0697-F3A1-4385-B206-B24468851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E52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E528D"/>
  </w:style>
  <w:style w:type="character" w:customStyle="1" w:styleId="spellingerror">
    <w:name w:val="spellingerror"/>
    <w:basedOn w:val="Domylnaczcionkaakapitu"/>
    <w:rsid w:val="006E528D"/>
  </w:style>
  <w:style w:type="character" w:customStyle="1" w:styleId="eop">
    <w:name w:val="eop"/>
    <w:basedOn w:val="Domylnaczcionkaakapitu"/>
    <w:rsid w:val="006E5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6003AA-0AEB-4AB9-8BFE-B381CB67B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7C0549-F485-47E1-9F96-43BDC52F9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72FD08-9B9F-4551-96A8-34B7995D6E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12470B-5992-4E0D-BB81-0D4EF2C597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1269</Words>
  <Characters>7617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2020-11-16T16:31:00Z</dcterms:created>
  <dcterms:modified xsi:type="dcterms:W3CDTF">2020-12-09T08:13:00Z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